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C52558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C0F51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3D3E7B1" w:rsidR="0085747A" w:rsidRPr="009C54AE" w:rsidRDefault="00BC7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161236FB" w:rsidR="0085747A" w:rsidRPr="009C54AE" w:rsidRDefault="00BC7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3E7F9FC1" w14:textId="77777777" w:rsidR="000D1308" w:rsidRPr="00B76321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1308" w:rsidRPr="009C54AE" w14:paraId="0079EEEF" w14:textId="77777777" w:rsidTr="00DC49AA">
        <w:tc>
          <w:tcPr>
            <w:tcW w:w="1962" w:type="dxa"/>
          </w:tcPr>
          <w:p w14:paraId="0D6639CA" w14:textId="424FB08B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2D96A4CD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4DC315F4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D1308" w:rsidRPr="009C54AE" w14:paraId="08CCAAC0" w14:textId="77777777" w:rsidTr="00DC49AA">
        <w:tc>
          <w:tcPr>
            <w:tcW w:w="1962" w:type="dxa"/>
          </w:tcPr>
          <w:p w14:paraId="60CFE565" w14:textId="111C63A0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963650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49151D0D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DC49AA">
        <w:tc>
          <w:tcPr>
            <w:tcW w:w="1962" w:type="dxa"/>
          </w:tcPr>
          <w:p w14:paraId="5851FE68" w14:textId="66BFA8E7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EAEC41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A0861C6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DC49AA">
        <w:tc>
          <w:tcPr>
            <w:tcW w:w="1962" w:type="dxa"/>
          </w:tcPr>
          <w:p w14:paraId="68DA2695" w14:textId="686A1038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55157037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17" w:type="dxa"/>
          </w:tcPr>
          <w:p w14:paraId="6C1C9DD5" w14:textId="4687E0A8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DC49AA">
        <w:tc>
          <w:tcPr>
            <w:tcW w:w="1962" w:type="dxa"/>
          </w:tcPr>
          <w:p w14:paraId="40EC32BB" w14:textId="04CC67DE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30B952DE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9D7AF2" w14:textId="50ACDBDD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DC49AA">
        <w:tc>
          <w:tcPr>
            <w:tcW w:w="1962" w:type="dxa"/>
          </w:tcPr>
          <w:p w14:paraId="6F6DDB04" w14:textId="39CC922E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4781B17" w14:textId="7810D210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B43E1C" w14:textId="3857AA79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DC49AA">
        <w:tc>
          <w:tcPr>
            <w:tcW w:w="1962" w:type="dxa"/>
          </w:tcPr>
          <w:p w14:paraId="630AACDC" w14:textId="474D16D3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7371713E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E1301D" w14:textId="62125A7F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4E1DED7A" w:rsidR="0085747A" w:rsidRPr="00AD76AE" w:rsidRDefault="004E7CB6" w:rsidP="00FC0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dwóch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(dla grupy przedszkolnej i klasy I-III),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jednego z nich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325FC1A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0BFCB3A" w:rsidR="00C61DC5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1E472742" w:rsidR="00DC49AA" w:rsidRDefault="000504C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21FFC41" w14:textId="2AB9D509" w:rsidR="00DC49AA" w:rsidRPr="009C54AE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459D4" w14:textId="77777777" w:rsidR="008D6EFA" w:rsidRDefault="008D6EFA" w:rsidP="00C16ABF">
      <w:pPr>
        <w:spacing w:after="0" w:line="240" w:lineRule="auto"/>
      </w:pPr>
      <w:r>
        <w:separator/>
      </w:r>
    </w:p>
  </w:endnote>
  <w:endnote w:type="continuationSeparator" w:id="0">
    <w:p w14:paraId="7E9889C8" w14:textId="77777777" w:rsidR="008D6EFA" w:rsidRDefault="008D6E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CB076" w14:textId="77777777" w:rsidR="008D6EFA" w:rsidRDefault="008D6EFA" w:rsidP="00C16ABF">
      <w:pPr>
        <w:spacing w:after="0" w:line="240" w:lineRule="auto"/>
      </w:pPr>
      <w:r>
        <w:separator/>
      </w:r>
    </w:p>
  </w:footnote>
  <w:footnote w:type="continuationSeparator" w:id="0">
    <w:p w14:paraId="0D14A13A" w14:textId="77777777" w:rsidR="008D6EFA" w:rsidRDefault="008D6EFA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F1B"/>
    <w:rsid w:val="00042A51"/>
    <w:rsid w:val="00042D2E"/>
    <w:rsid w:val="00044C82"/>
    <w:rsid w:val="000504C1"/>
    <w:rsid w:val="00070ED6"/>
    <w:rsid w:val="000742DC"/>
    <w:rsid w:val="00084C12"/>
    <w:rsid w:val="0009462C"/>
    <w:rsid w:val="00094B12"/>
    <w:rsid w:val="00096C46"/>
    <w:rsid w:val="000A296F"/>
    <w:rsid w:val="000A2A28"/>
    <w:rsid w:val="000A7852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8B"/>
    <w:rsid w:val="00746EC8"/>
    <w:rsid w:val="007541D3"/>
    <w:rsid w:val="00763BF1"/>
    <w:rsid w:val="00766FD4"/>
    <w:rsid w:val="00775DBB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1652"/>
    <w:rsid w:val="007F4155"/>
    <w:rsid w:val="00814742"/>
    <w:rsid w:val="0081554D"/>
    <w:rsid w:val="0081707E"/>
    <w:rsid w:val="00836BB1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FA"/>
    <w:rsid w:val="008E64F4"/>
    <w:rsid w:val="008F12C9"/>
    <w:rsid w:val="008F32DC"/>
    <w:rsid w:val="008F6E29"/>
    <w:rsid w:val="0091404B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C7950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AAE6-D219-44CD-B493-09F7E857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144</TotalTime>
  <Pages>5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2019-10-16T16:23:00Z</dcterms:created>
  <dcterms:modified xsi:type="dcterms:W3CDTF">2021-01-22T06:52:00Z</dcterms:modified>
</cp:coreProperties>
</file>